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3712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126">
        <w:rPr>
          <w:rFonts w:ascii="Corbel" w:hAnsi="Corbel"/>
          <w:b/>
          <w:smallCaps/>
          <w:sz w:val="24"/>
          <w:szCs w:val="24"/>
        </w:rPr>
        <w:t xml:space="preserve"> </w:t>
      </w:r>
      <w:r w:rsidR="00926246" w:rsidRPr="00637126">
        <w:rPr>
          <w:rFonts w:ascii="Corbel" w:hAnsi="Corbel"/>
          <w:b/>
          <w:smallCaps/>
          <w:sz w:val="24"/>
          <w:szCs w:val="24"/>
        </w:rPr>
        <w:t>202</w:t>
      </w:r>
      <w:r w:rsidR="005F2A25">
        <w:rPr>
          <w:rFonts w:ascii="Corbel" w:hAnsi="Corbel"/>
          <w:b/>
          <w:smallCaps/>
          <w:sz w:val="24"/>
          <w:szCs w:val="24"/>
        </w:rPr>
        <w:t>2</w:t>
      </w:r>
      <w:r w:rsidR="00926246" w:rsidRPr="00637126">
        <w:rPr>
          <w:rFonts w:ascii="Corbel" w:hAnsi="Corbel"/>
          <w:b/>
          <w:smallCaps/>
          <w:sz w:val="24"/>
          <w:szCs w:val="24"/>
        </w:rPr>
        <w:t xml:space="preserve"> - 202</w:t>
      </w:r>
      <w:r w:rsidR="005F2A25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637126" w:rsidRDefault="00445970" w:rsidP="009262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Rok akademicki   </w:t>
      </w:r>
      <w:r w:rsidR="00926246" w:rsidRPr="00637126">
        <w:rPr>
          <w:rFonts w:ascii="Corbel" w:hAnsi="Corbel"/>
          <w:sz w:val="24"/>
          <w:szCs w:val="24"/>
        </w:rPr>
        <w:t>202</w:t>
      </w:r>
      <w:r w:rsidR="005F2A25">
        <w:rPr>
          <w:rFonts w:ascii="Corbel" w:hAnsi="Corbel"/>
          <w:sz w:val="24"/>
          <w:szCs w:val="24"/>
        </w:rPr>
        <w:t>3</w:t>
      </w:r>
      <w:r w:rsidR="00926246" w:rsidRPr="00637126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5F2A25">
        <w:rPr>
          <w:rFonts w:ascii="Corbel" w:hAnsi="Corbel"/>
          <w:sz w:val="24"/>
          <w:szCs w:val="24"/>
        </w:rPr>
        <w:t>4</w:t>
      </w:r>
    </w:p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Kolegium Nauk Społecznych – Instytut Pedagogiki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Lek. Dominika Uberman - Kluz</w:t>
            </w:r>
          </w:p>
        </w:tc>
      </w:tr>
    </w:tbl>
    <w:p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10"/>
        <w:gridCol w:w="783"/>
        <w:gridCol w:w="863"/>
        <w:gridCol w:w="795"/>
        <w:gridCol w:w="815"/>
        <w:gridCol w:w="753"/>
        <w:gridCol w:w="940"/>
        <w:gridCol w:w="1243"/>
        <w:gridCol w:w="1484"/>
      </w:tblGrid>
      <w:tr w:rsidR="000D5B6F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Wykł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Konw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Sem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Prakt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5F2A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</w:t>
            </w:r>
            <w:r w:rsidR="000D5B6F" w:rsidRPr="00637126">
              <w:rPr>
                <w:rFonts w:ascii="Corbel" w:hAnsi="Corbel"/>
                <w:szCs w:val="24"/>
              </w:rPr>
              <w:t>sztaty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37126" w:rsidTr="00745302">
        <w:tc>
          <w:tcPr>
            <w:tcW w:w="9670" w:type="dxa"/>
          </w:tcPr>
          <w:p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637126" w:rsidTr="0071620A">
        <w:tc>
          <w:tcPr>
            <w:tcW w:w="1701" w:type="dxa"/>
            <w:vAlign w:val="center"/>
          </w:tcPr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:rsidTr="0071620A">
        <w:tc>
          <w:tcPr>
            <w:tcW w:w="1701" w:type="dxa"/>
            <w:vAlign w:val="center"/>
          </w:tcPr>
          <w:p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Rozwój OUN, okres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pre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-,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postnastalny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neurogeneza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synapsogeneza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migracja neuronów, stymulacja rozwoju,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degenreacja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 OUN.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Wzrok, bodźce wzrokowe, receptory układu wzrokowego, kodowanie barw, percepcja odległości.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Słuch, bodźce słuchowe. Zmysły chemiczne, węch, smak, kodowanie informacji smakowej.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Priopriorecepcja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>, układ gamma i jego znaczenie w stabilizacji.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2"/>
        <w:gridCol w:w="2116"/>
      </w:tblGrid>
      <w:tr w:rsidR="0085747A" w:rsidRPr="00637126" w:rsidTr="000D5B6F">
        <w:tc>
          <w:tcPr>
            <w:tcW w:w="1962" w:type="dxa"/>
            <w:vAlign w:val="center"/>
          </w:tcPr>
          <w:p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96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712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37126" w:rsidTr="00923D7D">
        <w:tc>
          <w:tcPr>
            <w:tcW w:w="9670" w:type="dxa"/>
          </w:tcPr>
          <w:p w:rsidR="0085747A" w:rsidRPr="00637126" w:rsidRDefault="00BE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. Student oceniany jest w skali: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. bdb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3"/>
        <w:gridCol w:w="371"/>
        <w:gridCol w:w="4246"/>
      </w:tblGrid>
      <w:tr w:rsidR="0085747A" w:rsidRPr="00637126" w:rsidTr="00BE4ED3">
        <w:tc>
          <w:tcPr>
            <w:tcW w:w="4903" w:type="dxa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12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12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C1300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15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5747A" w:rsidRPr="00637126" w:rsidTr="00BE4ED3">
        <w:trPr>
          <w:trHeight w:val="397"/>
        </w:trPr>
        <w:tc>
          <w:tcPr>
            <w:tcW w:w="9497" w:type="dxa"/>
          </w:tcPr>
          <w:p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Moryś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Felten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D.L.,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Shetty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Atlas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neurfizjologii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Nettera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A.Szczudlik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Elsevier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:rsidTr="00BE4ED3">
        <w:trPr>
          <w:trHeight w:val="397"/>
        </w:trPr>
        <w:tc>
          <w:tcPr>
            <w:tcW w:w="9497" w:type="dxa"/>
          </w:tcPr>
          <w:p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93C" w:rsidRDefault="0060793C" w:rsidP="00C16ABF">
      <w:pPr>
        <w:spacing w:after="0" w:line="240" w:lineRule="auto"/>
      </w:pPr>
      <w:r>
        <w:separator/>
      </w:r>
    </w:p>
  </w:endnote>
  <w:endnote w:type="continuationSeparator" w:id="0">
    <w:p w:rsidR="0060793C" w:rsidRDefault="006079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93C" w:rsidRDefault="0060793C" w:rsidP="00C16ABF">
      <w:pPr>
        <w:spacing w:after="0" w:line="240" w:lineRule="auto"/>
      </w:pPr>
      <w:r>
        <w:separator/>
      </w:r>
    </w:p>
  </w:footnote>
  <w:footnote w:type="continuationSeparator" w:id="0">
    <w:p w:rsidR="0060793C" w:rsidRDefault="0060793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D3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A25"/>
    <w:rsid w:val="005F31D2"/>
    <w:rsid w:val="0060793C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9589B"/>
    <w:rsid w:val="00997F14"/>
    <w:rsid w:val="009A78D9"/>
    <w:rsid w:val="009C3E31"/>
    <w:rsid w:val="009C5117"/>
    <w:rsid w:val="009C54AE"/>
    <w:rsid w:val="009C788E"/>
    <w:rsid w:val="009D3F3B"/>
    <w:rsid w:val="009E0543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46F00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ED3"/>
    <w:rsid w:val="00BF2C41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6F0"/>
    <w:rsid w:val="00DC1300"/>
    <w:rsid w:val="00DC35FB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74B5-A889-4D45-8475-43B9B74C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2020-03-03T07:13:00Z</dcterms:created>
  <dcterms:modified xsi:type="dcterms:W3CDTF">2022-09-07T17:59:00Z</dcterms:modified>
</cp:coreProperties>
</file>